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FEBB49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r w:rsidR="00774318" w:rsidRPr="00595F30">
        <w:rPr>
          <w:rFonts w:ascii="Verdana" w:hAnsi="Verdana"/>
        </w:rPr>
        <w:t>„</w:t>
      </w:r>
      <w:r w:rsidR="00774318" w:rsidRPr="00306E45">
        <w:rPr>
          <w:rFonts w:ascii="Verdana" w:hAnsi="Verdana"/>
          <w:b/>
          <w:bCs/>
        </w:rPr>
        <w:t>Nákup měřícího přístroje pro elektrické instalace OŘ PHA 2025</w:t>
      </w:r>
      <w:r w:rsidR="00774318" w:rsidRPr="00595F30">
        <w:rPr>
          <w:rFonts w:ascii="Verdana" w:hAnsi="Verdana"/>
        </w:rPr>
        <w:t>“</w:t>
      </w:r>
      <w:r w:rsidRPr="00D84FD4">
        <w:rPr>
          <w:rFonts w:eastAsia="Times New Roman" w:cs="Times New Roman"/>
          <w:lang w:eastAsia="cs-CZ"/>
        </w:rPr>
        <w:t>, č.j.</w:t>
      </w:r>
      <w:r w:rsidR="004D46A4" w:rsidRPr="00D84FD4">
        <w:rPr>
          <w:rFonts w:eastAsia="Times New Roman" w:cs="Times New Roman"/>
          <w:lang w:eastAsia="cs-CZ"/>
        </w:rPr>
        <w:t xml:space="preserve"> </w:t>
      </w:r>
      <w:r w:rsidR="00774318" w:rsidRPr="00774318">
        <w:rPr>
          <w:rFonts w:eastAsia="Times New Roman" w:cs="Times New Roman"/>
          <w:lang w:eastAsia="cs-CZ"/>
        </w:rPr>
        <w:t>12041/2025-SŽ-OŘ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77431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77431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1BC7"/>
    <w:rsid w:val="000E23A7"/>
    <w:rsid w:val="000E2D19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46A4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4318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64AD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9233C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84FD4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1BC7"/>
    <w:rsid w:val="001519AF"/>
    <w:rsid w:val="0049171C"/>
    <w:rsid w:val="00710200"/>
    <w:rsid w:val="0087094D"/>
    <w:rsid w:val="00B64AD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109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2025-03-26T10:36:00Z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